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CF0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C44A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6EFC37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E6377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2CEB7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F4F5FEE" w14:textId="59F9BC9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B079A">
        <w:rPr>
          <w:rFonts w:ascii="Corbel" w:hAnsi="Corbel"/>
          <w:sz w:val="20"/>
          <w:szCs w:val="20"/>
        </w:rPr>
        <w:t>202</w:t>
      </w:r>
      <w:r w:rsidR="00A66260">
        <w:rPr>
          <w:rFonts w:ascii="Corbel" w:hAnsi="Corbel"/>
          <w:sz w:val="20"/>
          <w:szCs w:val="20"/>
        </w:rPr>
        <w:t>2</w:t>
      </w:r>
      <w:r w:rsidR="008B079A">
        <w:rPr>
          <w:rFonts w:ascii="Corbel" w:hAnsi="Corbel"/>
          <w:sz w:val="20"/>
          <w:szCs w:val="20"/>
        </w:rPr>
        <w:t>/202</w:t>
      </w:r>
      <w:r w:rsidR="00A66260">
        <w:rPr>
          <w:rFonts w:ascii="Corbel" w:hAnsi="Corbel"/>
          <w:sz w:val="20"/>
          <w:szCs w:val="20"/>
        </w:rPr>
        <w:t>3</w:t>
      </w:r>
    </w:p>
    <w:p w14:paraId="331FFA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60D80362" w:rsidR="008B079A" w:rsidRPr="009C4C01" w:rsidRDefault="00EC50FC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60E2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3C400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FF3E325" w14:textId="28EF932D" w:rsidR="00555D1F" w:rsidRPr="009C54AE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FA606B"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2248946F" w14:textId="77777777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  <w:p w14:paraId="557322F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  <w:bookmarkStart w:id="0" w:name="_GoBack"/>
        <w:bookmarkEnd w:id="0"/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037BED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48D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FA606B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32248A8D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  <w:p w14:paraId="3EE4193E" w14:textId="77777777" w:rsidR="00C665D1" w:rsidRPr="00781969" w:rsidRDefault="00C665D1" w:rsidP="00C665D1">
            <w:pPr>
              <w:spacing w:after="0" w:line="240" w:lineRule="auto"/>
              <w:rPr>
                <w:rFonts w:ascii="Corbel" w:hAnsi="Corbel" w:cs="Tahoma"/>
                <w:sz w:val="24"/>
                <w:szCs w:val="24"/>
                <w:lang w:val="en-GB"/>
              </w:rPr>
            </w:pPr>
          </w:p>
          <w:p w14:paraId="4FA92714" w14:textId="77777777" w:rsidR="00C665D1" w:rsidRPr="00EC50FC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5352529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9D170" w14:textId="77777777" w:rsidR="00747CBB" w:rsidRDefault="00747CBB" w:rsidP="00C16ABF">
      <w:pPr>
        <w:spacing w:after="0" w:line="240" w:lineRule="auto"/>
      </w:pPr>
      <w:r>
        <w:separator/>
      </w:r>
    </w:p>
  </w:endnote>
  <w:endnote w:type="continuationSeparator" w:id="0">
    <w:p w14:paraId="2520A887" w14:textId="77777777" w:rsidR="00747CBB" w:rsidRDefault="00747C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96F4C" w14:textId="77777777" w:rsidR="00747CBB" w:rsidRDefault="00747CBB" w:rsidP="00C16ABF">
      <w:pPr>
        <w:spacing w:after="0" w:line="240" w:lineRule="auto"/>
      </w:pPr>
      <w:r>
        <w:separator/>
      </w:r>
    </w:p>
  </w:footnote>
  <w:footnote w:type="continuationSeparator" w:id="0">
    <w:p w14:paraId="28D8B3A0" w14:textId="77777777" w:rsidR="00747CBB" w:rsidRDefault="00747CBB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D657B"/>
    <w:rsid w:val="001D7B54"/>
    <w:rsid w:val="001E0209"/>
    <w:rsid w:val="001E44FA"/>
    <w:rsid w:val="001F2CA2"/>
    <w:rsid w:val="002026E4"/>
    <w:rsid w:val="002144C0"/>
    <w:rsid w:val="002166CB"/>
    <w:rsid w:val="00220B19"/>
    <w:rsid w:val="0022477D"/>
    <w:rsid w:val="002278A9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745A"/>
    <w:rsid w:val="00431D5C"/>
    <w:rsid w:val="004362C6"/>
    <w:rsid w:val="00437C39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CB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1CB3-3655-4019-8CCB-F8535970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2021-02-03T09:20:00Z</cp:lastPrinted>
  <dcterms:created xsi:type="dcterms:W3CDTF">2021-02-04T08:39:00Z</dcterms:created>
  <dcterms:modified xsi:type="dcterms:W3CDTF">2021-02-15T12:27:00Z</dcterms:modified>
</cp:coreProperties>
</file>